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50" w:rsidRPr="003B6F62" w:rsidRDefault="00676950" w:rsidP="003B6F62">
      <w:pPr>
        <w:rPr>
          <w:noProof/>
          <w:sz w:val="130"/>
          <w:szCs w:val="130"/>
          <w:lang w:eastAsia="ru-RU"/>
        </w:rPr>
      </w:pPr>
      <w:bookmarkStart w:id="0" w:name="_GoBack"/>
      <w:r w:rsidRPr="003B6F62">
        <w:rPr>
          <w:b/>
          <w:bCs/>
          <w:noProof/>
          <w:color w:val="C00000"/>
          <w:sz w:val="96"/>
          <w:szCs w:val="96"/>
          <w:lang w:eastAsia="ru-RU"/>
        </w:rPr>
        <w:t>СТОП!!!</w:t>
      </w:r>
      <w:r w:rsidRPr="003B6F62">
        <w:rPr>
          <w:b/>
          <w:bCs/>
          <w:noProof/>
          <w:color w:val="C00000"/>
          <w:sz w:val="130"/>
          <w:szCs w:val="130"/>
          <w:lang w:eastAsia="ru-RU"/>
        </w:rPr>
        <w:t xml:space="preserve"> </w:t>
      </w:r>
      <w:r w:rsidRPr="003B6F62">
        <w:rPr>
          <w:b/>
          <w:bCs/>
          <w:noProof/>
          <w:color w:val="C00000"/>
          <w:sz w:val="96"/>
          <w:szCs w:val="96"/>
          <w:lang w:eastAsia="ru-RU"/>
        </w:rPr>
        <w:t>МОШЕННИКИ!!!</w:t>
      </w:r>
    </w:p>
    <w:bookmarkEnd w:id="0"/>
    <w:p w:rsidR="00676950" w:rsidRDefault="00676950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IMG_3132" style="position:absolute;left:0;text-align:left;margin-left:8.05pt;margin-top:2pt;width:520.25pt;height:701pt;z-index:-251658240;visibility:visible" wrapcoords="-31 0 -31 21346 21600 21346 21600 0 -31 0">
            <v:imagedata r:id="rId4" o:title="" croptop="3563f" cropbottom="-659f" cropleft="1f" cropright="32733f"/>
            <w10:wrap type="through"/>
          </v:shape>
        </w:pict>
      </w:r>
    </w:p>
    <w:sectPr w:rsidR="00676950" w:rsidSect="003B6F62">
      <w:pgSz w:w="11906" w:h="16838"/>
      <w:pgMar w:top="709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F62"/>
    <w:rsid w:val="00243FBC"/>
    <w:rsid w:val="003B6F62"/>
    <w:rsid w:val="00676950"/>
    <w:rsid w:val="007D31D5"/>
    <w:rsid w:val="008E29BF"/>
    <w:rsid w:val="00CC6FA7"/>
    <w:rsid w:val="00F0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BF"/>
    <w:pPr>
      <w:jc w:val="center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</Words>
  <Characters>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СТОП</dc:title>
  <dc:subject/>
  <dc:creator>000324103</dc:creator>
  <cp:keywords/>
  <dc:description/>
  <cp:lastModifiedBy>УПП</cp:lastModifiedBy>
  <cp:revision>2</cp:revision>
  <dcterms:created xsi:type="dcterms:W3CDTF">2020-11-19T05:56:00Z</dcterms:created>
  <dcterms:modified xsi:type="dcterms:W3CDTF">2020-11-19T05:56:00Z</dcterms:modified>
</cp:coreProperties>
</file>